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99" w:rsidRPr="00EA46DE" w:rsidRDefault="003C7999" w:rsidP="00295DCC">
      <w:pPr>
        <w:spacing w:after="0" w:line="240" w:lineRule="auto"/>
        <w:jc w:val="center"/>
        <w:rPr>
          <w:b/>
          <w:bCs/>
        </w:rPr>
      </w:pPr>
      <w:r w:rsidRPr="00EA46DE">
        <w:rPr>
          <w:b/>
          <w:bCs/>
        </w:rPr>
        <w:t>DICHIARAZIONE PERSONALE SOSTITUTIVA DI CERTIFICAZIONE E DELL’ATTO DI NOTORIET</w:t>
      </w:r>
      <w:r>
        <w:rPr>
          <w:b/>
          <w:bCs/>
        </w:rPr>
        <w:t>A’</w:t>
      </w:r>
    </w:p>
    <w:p w:rsidR="003C7999" w:rsidRPr="00EA46DE" w:rsidRDefault="003C7999" w:rsidP="00295DCC">
      <w:pPr>
        <w:spacing w:after="0" w:line="240" w:lineRule="auto"/>
        <w:jc w:val="center"/>
        <w:rPr>
          <w:b/>
          <w:bCs/>
        </w:rPr>
      </w:pPr>
      <w:r w:rsidRPr="00EA46DE">
        <w:rPr>
          <w:b/>
          <w:bCs/>
        </w:rPr>
        <w:t>(Artt. 46 e 47 del D.P.R..445 del 28/12//2000)</w:t>
      </w:r>
    </w:p>
    <w:p w:rsidR="003C7999" w:rsidRDefault="003C7999" w:rsidP="00295DCC">
      <w:pPr>
        <w:spacing w:line="240" w:lineRule="auto"/>
      </w:pPr>
      <w:r>
        <w:t xml:space="preserve">Il/La sottoscritto/a …………………………………………….. nato/a il …..………………. a ………………………………………........, </w:t>
      </w:r>
    </w:p>
    <w:p w:rsidR="003C7999" w:rsidRDefault="003C7999" w:rsidP="00295DCC">
      <w:pPr>
        <w:spacing w:line="240" w:lineRule="auto"/>
      </w:pPr>
      <w:r>
        <w:t xml:space="preserve">residente in ……………………………..………………….alla via ……………………………………..n. ……….., in servizio nell’anno </w:t>
      </w:r>
    </w:p>
    <w:p w:rsidR="003C7999" w:rsidRDefault="003C7999" w:rsidP="00295DCC">
      <w:pPr>
        <w:spacing w:line="240" w:lineRule="auto"/>
      </w:pPr>
      <w:r>
        <w:t xml:space="preserve">scolastico 2016/17 presso …………………………………………………………………………….….. con la qualifica di docente </w:t>
      </w:r>
    </w:p>
    <w:p w:rsidR="003C7999" w:rsidRDefault="003C7999" w:rsidP="00295DCC">
      <w:pPr>
        <w:spacing w:after="0" w:line="240" w:lineRule="auto"/>
      </w:pPr>
      <w:r>
        <w:t xml:space="preserve">della scuola  …………………………………………………..… ..………………….., con contratto individuale di lavoro a tempo </w:t>
      </w:r>
    </w:p>
    <w:p w:rsidR="003C7999" w:rsidRDefault="003C7999" w:rsidP="00295DCC">
      <w:pPr>
        <w:spacing w:after="0" w:line="240" w:lineRule="auto"/>
      </w:pPr>
      <w:r>
        <w:t>indeterminato , aspirante al trasferimento  per l’anno scolastico 2017/18,</w:t>
      </w:r>
    </w:p>
    <w:p w:rsidR="003C7999" w:rsidRPr="00653DE2" w:rsidRDefault="003C7999" w:rsidP="00295DCC">
      <w:pPr>
        <w:spacing w:after="0" w:line="240" w:lineRule="auto"/>
        <w:rPr>
          <w:b/>
          <w:bCs/>
        </w:rPr>
      </w:pPr>
      <w:r w:rsidRPr="00653DE2">
        <w:rPr>
          <w:b/>
          <w:bCs/>
        </w:rPr>
        <w:t>ai sensi del D.P.R. n.445 del 28/12</w:t>
      </w:r>
      <w:r>
        <w:rPr>
          <w:b/>
          <w:bCs/>
        </w:rPr>
        <w:t>/</w:t>
      </w:r>
      <w:r w:rsidRPr="00653DE2">
        <w:rPr>
          <w:b/>
          <w:bCs/>
        </w:rPr>
        <w:t>2000 e  successive modifiche e integrazioni,consapevole delle</w:t>
      </w:r>
      <w:r>
        <w:rPr>
          <w:b/>
          <w:bCs/>
        </w:rPr>
        <w:t xml:space="preserve"> sanzioni</w:t>
      </w:r>
      <w:r w:rsidRPr="00653DE2">
        <w:rPr>
          <w:b/>
          <w:bCs/>
        </w:rPr>
        <w:t xml:space="preserve"> </w:t>
      </w:r>
    </w:p>
    <w:p w:rsidR="003C7999" w:rsidRPr="00653DE2" w:rsidRDefault="003C7999" w:rsidP="00295DCC">
      <w:pPr>
        <w:spacing w:after="0" w:line="240" w:lineRule="auto"/>
        <w:rPr>
          <w:b/>
          <w:bCs/>
        </w:rPr>
      </w:pPr>
      <w:r w:rsidRPr="00653DE2">
        <w:rPr>
          <w:b/>
          <w:bCs/>
        </w:rPr>
        <w:t xml:space="preserve"> penali, nel caso di dichiarazioni non veritiere,</w:t>
      </w:r>
      <w:r>
        <w:rPr>
          <w:b/>
          <w:bCs/>
        </w:rPr>
        <w:t xml:space="preserve"> </w:t>
      </w:r>
      <w:r w:rsidRPr="00653DE2">
        <w:rPr>
          <w:b/>
          <w:bCs/>
        </w:rPr>
        <w:t>di formazioni o uso di atti falsi,</w:t>
      </w:r>
      <w:r>
        <w:rPr>
          <w:b/>
          <w:bCs/>
        </w:rPr>
        <w:t xml:space="preserve"> </w:t>
      </w:r>
      <w:r w:rsidRPr="00653DE2">
        <w:rPr>
          <w:b/>
          <w:bCs/>
        </w:rPr>
        <w:t>sotto la</w:t>
      </w:r>
      <w:r>
        <w:rPr>
          <w:b/>
          <w:bCs/>
        </w:rPr>
        <w:t xml:space="preserve">  propria personale </w:t>
      </w:r>
      <w:r w:rsidRPr="00653DE2">
        <w:rPr>
          <w:b/>
          <w:bCs/>
        </w:rPr>
        <w:t xml:space="preserve"> </w:t>
      </w:r>
    </w:p>
    <w:p w:rsidR="003C7999" w:rsidRPr="00653DE2" w:rsidRDefault="003C7999" w:rsidP="00295DCC">
      <w:pPr>
        <w:spacing w:after="0" w:line="240" w:lineRule="auto"/>
        <w:rPr>
          <w:b/>
          <w:bCs/>
        </w:rPr>
      </w:pPr>
      <w:r w:rsidRPr="00653DE2">
        <w:rPr>
          <w:b/>
          <w:bCs/>
        </w:rPr>
        <w:t xml:space="preserve"> responsabilità ,</w:t>
      </w:r>
    </w:p>
    <w:p w:rsidR="003C7999" w:rsidRDefault="003C7999" w:rsidP="00295DCC">
      <w:pPr>
        <w:spacing w:after="0" w:line="240" w:lineRule="auto"/>
        <w:jc w:val="center"/>
        <w:rPr>
          <w:b/>
          <w:bCs/>
        </w:rPr>
      </w:pPr>
      <w:r w:rsidRPr="00653DE2">
        <w:rPr>
          <w:b/>
          <w:bCs/>
        </w:rPr>
        <w:t>DICHIARA</w:t>
      </w:r>
    </w:p>
    <w:p w:rsidR="003C7999" w:rsidRDefault="003C7999" w:rsidP="00295DCC">
      <w:pPr>
        <w:spacing w:after="0" w:line="240" w:lineRule="auto"/>
        <w:jc w:val="both"/>
      </w:pPr>
      <w:r>
        <w:rPr>
          <w:b/>
          <w:bCs/>
        </w:rPr>
        <w:t>1</w:t>
      </w:r>
      <w:r>
        <w:t>.che intende ricongiungersi con il coniuge/figlio/genitore ….…………………………… nato/a il ….………………………</w:t>
      </w:r>
    </w:p>
    <w:p w:rsidR="003C7999" w:rsidRDefault="003C7999" w:rsidP="00295DCC">
      <w:pPr>
        <w:spacing w:after="0" w:line="240" w:lineRule="auto"/>
        <w:jc w:val="both"/>
      </w:pPr>
      <w:r>
        <w:t xml:space="preserve">   a …..…………….……… e residente nel comune di …………………..………alla via ……………………………….….,n…….,con</w:t>
      </w:r>
    </w:p>
    <w:p w:rsidR="003C7999" w:rsidRDefault="003C7999" w:rsidP="00295DCC">
      <w:pPr>
        <w:spacing w:after="0" w:line="240" w:lineRule="auto"/>
        <w:jc w:val="both"/>
        <w:rPr>
          <w:b/>
          <w:bCs/>
        </w:rPr>
      </w:pPr>
      <w:r>
        <w:t xml:space="preserve">   iscrizione anagrafica anteriore  di tre mesi alla data di pubblicazione dell’O.M. concernente la mobilità;</w:t>
      </w:r>
      <w:r>
        <w:rPr>
          <w:b/>
          <w:bCs/>
        </w:rPr>
        <w:t xml:space="preserve"> </w:t>
      </w:r>
    </w:p>
    <w:p w:rsidR="003C7999" w:rsidRPr="00F16E03" w:rsidRDefault="003C7999" w:rsidP="00295DCC">
      <w:pPr>
        <w:spacing w:line="240" w:lineRule="auto"/>
        <w:jc w:val="both"/>
      </w:pPr>
      <w:r>
        <w:rPr>
          <w:b/>
          <w:bCs/>
        </w:rPr>
        <w:t>2.</w:t>
      </w:r>
      <w:r>
        <w:t>di essere coniugat…./nubile/celibe/vedov…../divorziat…../o separat….. con atto del Tribunale;</w:t>
      </w:r>
    </w:p>
    <w:p w:rsidR="003C7999" w:rsidRDefault="003C7999" w:rsidP="00295DCC">
      <w:pPr>
        <w:spacing w:after="0" w:line="240" w:lineRule="auto"/>
        <w:jc w:val="both"/>
      </w:pPr>
      <w:r>
        <w:rPr>
          <w:b/>
          <w:bCs/>
        </w:rPr>
        <w:t>3.</w:t>
      </w:r>
      <w:r>
        <w:t>di</w:t>
      </w:r>
      <w:r>
        <w:rPr>
          <w:b/>
          <w:bCs/>
        </w:rPr>
        <w:t xml:space="preserve"> </w:t>
      </w:r>
      <w:r w:rsidRPr="00592781">
        <w:t>essere</w:t>
      </w:r>
      <w:r>
        <w:rPr>
          <w:b/>
          <w:bCs/>
        </w:rPr>
        <w:t xml:space="preserve"> </w:t>
      </w:r>
      <w:r>
        <w:t xml:space="preserve">genitore dei seguenti figli di età inferiore ai </w:t>
      </w:r>
      <w:r w:rsidRPr="00592781">
        <w:rPr>
          <w:b/>
          <w:bCs/>
        </w:rPr>
        <w:t xml:space="preserve">6 </w:t>
      </w:r>
      <w:r w:rsidRPr="00C80A7D">
        <w:t>a</w:t>
      </w:r>
      <w:r>
        <w:t xml:space="preserve">nni al </w:t>
      </w:r>
      <w:r w:rsidRPr="00C53D68">
        <w:rPr>
          <w:b/>
          <w:bCs/>
        </w:rPr>
        <w:t>31/12/201</w:t>
      </w:r>
      <w:r>
        <w:rPr>
          <w:b/>
          <w:bCs/>
        </w:rPr>
        <w:t>7</w:t>
      </w:r>
      <w:r>
        <w:t>:</w:t>
      </w:r>
    </w:p>
    <w:p w:rsidR="003C7999" w:rsidRPr="00592781" w:rsidRDefault="003C7999" w:rsidP="00295DCC">
      <w:pPr>
        <w:spacing w:after="0" w:line="240" w:lineRule="auto"/>
        <w:jc w:val="both"/>
      </w:pPr>
      <w:r>
        <w:rPr>
          <w:b/>
          <w:bCs/>
        </w:rPr>
        <w:t xml:space="preserve">     </w:t>
      </w:r>
      <w:r w:rsidRPr="00592781">
        <w:t>a) ………………………………………………</w:t>
      </w:r>
      <w:r>
        <w:t xml:space="preserve"> nato/a il ……………………………………… a ……………………………………………;</w:t>
      </w:r>
      <w:r w:rsidRPr="00592781">
        <w:t xml:space="preserve">   </w:t>
      </w:r>
    </w:p>
    <w:p w:rsidR="003C7999" w:rsidRDefault="003C7999" w:rsidP="00295DCC">
      <w:pPr>
        <w:spacing w:after="0" w:line="240" w:lineRule="auto"/>
      </w:pPr>
      <w:r>
        <w:t xml:space="preserve">      b</w:t>
      </w:r>
      <w:r w:rsidRPr="00592781">
        <w:t>) ………………………………………………</w:t>
      </w:r>
      <w:r>
        <w:t xml:space="preserve"> nato/a il ……………………………………… a ……………………………………………;</w:t>
      </w:r>
      <w:r w:rsidRPr="00592781">
        <w:t xml:space="preserve">   </w:t>
      </w:r>
    </w:p>
    <w:p w:rsidR="003C7999" w:rsidRDefault="003C7999" w:rsidP="00295DCC">
      <w:pPr>
        <w:spacing w:after="0" w:line="240" w:lineRule="auto"/>
      </w:pPr>
      <w:r w:rsidRPr="00F16E03">
        <w:rPr>
          <w:b/>
          <w:bCs/>
        </w:rPr>
        <w:t>4</w:t>
      </w:r>
      <w:r>
        <w:rPr>
          <w:b/>
          <w:bCs/>
        </w:rPr>
        <w:t>.</w:t>
      </w:r>
      <w:r>
        <w:t xml:space="preserve">di essere genitore dei seguenti figli  di età superiore ai </w:t>
      </w:r>
      <w:r w:rsidRPr="00F16E03">
        <w:rPr>
          <w:b/>
          <w:bCs/>
        </w:rPr>
        <w:t>6</w:t>
      </w:r>
      <w:r>
        <w:t xml:space="preserve"> anni ma inferiore ai </w:t>
      </w:r>
      <w:r w:rsidRPr="00F16E03">
        <w:rPr>
          <w:b/>
          <w:bCs/>
        </w:rPr>
        <w:t>18</w:t>
      </w:r>
      <w:r>
        <w:t xml:space="preserve"> al </w:t>
      </w:r>
      <w:r w:rsidRPr="00C53D68">
        <w:rPr>
          <w:b/>
          <w:bCs/>
        </w:rPr>
        <w:t>31/12/201</w:t>
      </w:r>
      <w:r>
        <w:rPr>
          <w:b/>
          <w:bCs/>
        </w:rPr>
        <w:t>7</w:t>
      </w:r>
      <w:r>
        <w:t>:</w:t>
      </w:r>
    </w:p>
    <w:p w:rsidR="003C7999" w:rsidRPr="00592781" w:rsidRDefault="003C7999" w:rsidP="00295DCC">
      <w:pPr>
        <w:spacing w:after="0" w:line="240" w:lineRule="auto"/>
        <w:jc w:val="both"/>
      </w:pPr>
      <w:r>
        <w:t xml:space="preserve">    </w:t>
      </w:r>
      <w:r>
        <w:rPr>
          <w:b/>
          <w:bCs/>
        </w:rPr>
        <w:t xml:space="preserve"> </w:t>
      </w:r>
      <w:r w:rsidRPr="00592781">
        <w:t>a) ………………………………………………</w:t>
      </w:r>
      <w:r>
        <w:t xml:space="preserve"> nato/a il ……………………………………… a ……………………………………………;</w:t>
      </w:r>
      <w:r w:rsidRPr="00592781">
        <w:t xml:space="preserve">   </w:t>
      </w:r>
    </w:p>
    <w:p w:rsidR="003C7999" w:rsidRDefault="003C7999" w:rsidP="00295DCC">
      <w:pPr>
        <w:spacing w:after="0" w:line="240" w:lineRule="auto"/>
      </w:pPr>
      <w:r>
        <w:t xml:space="preserve">      b</w:t>
      </w:r>
      <w:r w:rsidRPr="00592781">
        <w:t>) ………………………………………………</w:t>
      </w:r>
      <w:r>
        <w:t xml:space="preserve"> nato/a il ……………………………………… a ……………………………………………;</w:t>
      </w:r>
    </w:p>
    <w:p w:rsidR="003C7999" w:rsidRDefault="003C7999" w:rsidP="00295DCC">
      <w:pPr>
        <w:spacing w:after="0" w:line="240" w:lineRule="auto"/>
      </w:pPr>
      <w:r w:rsidRPr="00F16E03">
        <w:rPr>
          <w:b/>
          <w:bCs/>
        </w:rPr>
        <w:t>5</w:t>
      </w:r>
      <w:r>
        <w:t xml:space="preserve">.di essere genitore di …………………………………..nato/a il ………………….a ……………………………………che a causa  </w:t>
      </w:r>
    </w:p>
    <w:p w:rsidR="003C7999" w:rsidRDefault="003C7999" w:rsidP="00295DCC">
      <w:pPr>
        <w:spacing w:after="0" w:line="240" w:lineRule="auto"/>
        <w:ind w:left="138"/>
      </w:pPr>
      <w:r>
        <w:t xml:space="preserve">della propria infermità si trova nell’assoluta e permanente impossibilità  di dedicarsi  a proficuo lavoro; </w:t>
      </w:r>
    </w:p>
    <w:p w:rsidR="003C7999" w:rsidRDefault="003C7999" w:rsidP="00295DCC">
      <w:pPr>
        <w:spacing w:after="0" w:line="240" w:lineRule="auto"/>
      </w:pPr>
      <w:r w:rsidRPr="00C76B6C">
        <w:rPr>
          <w:b/>
          <w:bCs/>
        </w:rPr>
        <w:t xml:space="preserve">6 </w:t>
      </w:r>
      <w:r>
        <w:rPr>
          <w:b/>
          <w:bCs/>
        </w:rPr>
        <w:t>.</w:t>
      </w:r>
      <w:r>
        <w:t>che il proprio figlio/coniuge/genitore …………………………………….. nato/a il …………………. a …………………………,</w:t>
      </w:r>
    </w:p>
    <w:p w:rsidR="003C7999" w:rsidRDefault="003C7999" w:rsidP="00295DCC">
      <w:pPr>
        <w:spacing w:after="0" w:line="240" w:lineRule="auto"/>
      </w:pPr>
      <w:r>
        <w:t xml:space="preserve">     bisognoso di cure continuative oppure ricoverato permanentemente in istituto di cura può essere as-</w:t>
      </w:r>
    </w:p>
    <w:p w:rsidR="003C7999" w:rsidRDefault="003C7999" w:rsidP="00295DCC">
      <w:pPr>
        <w:spacing w:after="0" w:line="240" w:lineRule="auto"/>
      </w:pPr>
      <w:r>
        <w:t xml:space="preserve">    assistito  soltanto nel comune di ………………………………  richiesto per trasferimento in quanto nella sede di </w:t>
      </w:r>
    </w:p>
    <w:p w:rsidR="003C7999" w:rsidRPr="00C76B6C" w:rsidRDefault="003C7999" w:rsidP="00295DCC">
      <w:pPr>
        <w:spacing w:after="0" w:line="240" w:lineRule="auto"/>
        <w:rPr>
          <w:b/>
          <w:bCs/>
        </w:rPr>
      </w:pPr>
      <w:r>
        <w:t xml:space="preserve">    titolarità non esiste un istituto di cura presso il quale  possa essere assistito;      </w:t>
      </w:r>
      <w:r w:rsidRPr="00C76B6C">
        <w:rPr>
          <w:b/>
          <w:bCs/>
        </w:rPr>
        <w:t xml:space="preserve"> </w:t>
      </w:r>
    </w:p>
    <w:p w:rsidR="003C7999" w:rsidRDefault="003C7999" w:rsidP="00295DCC">
      <w:pPr>
        <w:spacing w:after="0" w:line="240" w:lineRule="auto"/>
      </w:pPr>
      <w:r w:rsidRPr="00264083">
        <w:rPr>
          <w:b/>
          <w:bCs/>
        </w:rPr>
        <w:t>7</w:t>
      </w:r>
      <w:r>
        <w:t>.diaver diritto ai benefici ex art.21 o ex art. 33,comma 6,della legge 104/92 per handicap personale;</w:t>
      </w:r>
    </w:p>
    <w:p w:rsidR="003C7999" w:rsidRDefault="003C7999" w:rsidP="00295DCC">
      <w:pPr>
        <w:spacing w:after="0" w:line="240" w:lineRule="auto"/>
      </w:pPr>
      <w:r w:rsidRPr="00264083">
        <w:rPr>
          <w:b/>
          <w:bCs/>
        </w:rPr>
        <w:t>8.</w:t>
      </w:r>
      <w:r>
        <w:t xml:space="preserve">di aver diritto ai benefici ex art. 33,commi 5 e 7, L.104/92 per assistenza a familiare  come da allegata </w:t>
      </w:r>
    </w:p>
    <w:p w:rsidR="003C7999" w:rsidRDefault="003C7999" w:rsidP="00295DCC">
      <w:pPr>
        <w:spacing w:after="0" w:line="240" w:lineRule="auto"/>
      </w:pPr>
      <w:r>
        <w:t xml:space="preserve">   dichiarazione;</w:t>
      </w:r>
    </w:p>
    <w:p w:rsidR="003C7999" w:rsidRDefault="003C7999" w:rsidP="00295DCC">
      <w:pPr>
        <w:spacing w:after="0" w:line="240" w:lineRule="auto"/>
        <w:rPr>
          <w:b/>
          <w:bCs/>
        </w:rPr>
      </w:pPr>
      <w:r w:rsidRPr="003F7DE4">
        <w:rPr>
          <w:b/>
          <w:bCs/>
        </w:rPr>
        <w:t>9</w:t>
      </w:r>
      <w:r>
        <w:t xml:space="preserve">.di aver superato il concorso ordinario per esami e titoli per l’accesso al ruolo di scuola </w:t>
      </w:r>
      <w:r w:rsidRPr="00D9145B">
        <w:rPr>
          <w:b/>
          <w:bCs/>
        </w:rPr>
        <w:t>Infanzia/Primaria</w:t>
      </w:r>
      <w:r>
        <w:t xml:space="preserve"> </w:t>
      </w:r>
    </w:p>
    <w:p w:rsidR="003C7999" w:rsidRDefault="003C7999" w:rsidP="00295DCC">
      <w:pPr>
        <w:spacing w:after="0" w:line="240" w:lineRule="auto"/>
      </w:pPr>
      <w:r>
        <w:rPr>
          <w:b/>
          <w:bCs/>
        </w:rPr>
        <w:t xml:space="preserve">     S</w:t>
      </w:r>
      <w:r w:rsidRPr="000C7907">
        <w:rPr>
          <w:b/>
          <w:bCs/>
        </w:rPr>
        <w:t xml:space="preserve">econdaria </w:t>
      </w:r>
      <w:r>
        <w:rPr>
          <w:b/>
          <w:bCs/>
        </w:rPr>
        <w:t xml:space="preserve">di I/II grado </w:t>
      </w:r>
      <w:r>
        <w:t xml:space="preserve">indetto ai sensi del D.M./O.M./D.D.G. …………………….…..………………… e di essere </w:t>
      </w:r>
    </w:p>
    <w:p w:rsidR="003C7999" w:rsidRDefault="003C7999" w:rsidP="00295DCC">
      <w:pPr>
        <w:spacing w:after="0" w:line="240" w:lineRule="auto"/>
      </w:pPr>
      <w:r>
        <w:t xml:space="preserve">     incluso/a nella graduatoria generale di merito presso l’U.A.T./Ufficio Scolastico Regionale per la/di……….   </w:t>
      </w:r>
    </w:p>
    <w:p w:rsidR="003C7999" w:rsidRDefault="003C7999" w:rsidP="00295DCC">
      <w:pPr>
        <w:spacing w:after="0" w:line="240" w:lineRule="auto"/>
      </w:pPr>
      <w:r>
        <w:t xml:space="preserve">    …………………………con punti ………… per l’insegnamento di …………………………………………………………………………</w:t>
      </w:r>
    </w:p>
    <w:p w:rsidR="003C7999" w:rsidRPr="00264083" w:rsidRDefault="003C7999" w:rsidP="00295DCC">
      <w:pPr>
        <w:spacing w:after="0" w:line="240" w:lineRule="auto"/>
      </w:pPr>
      <w:r>
        <w:t xml:space="preserve">   e di aver superato la prova facoltativa di lingua ………………… …….. nella scuola </w:t>
      </w:r>
      <w:r w:rsidRPr="000C7907">
        <w:rPr>
          <w:b/>
          <w:bCs/>
        </w:rPr>
        <w:t>Primaria</w:t>
      </w:r>
      <w:r>
        <w:t xml:space="preserve">;   </w:t>
      </w:r>
    </w:p>
    <w:p w:rsidR="003C7999" w:rsidRDefault="003C7999" w:rsidP="00295DCC">
      <w:pPr>
        <w:spacing w:after="0" w:line="240" w:lineRule="auto"/>
      </w:pPr>
      <w:r w:rsidRPr="008C59D1">
        <w:rPr>
          <w:b/>
          <w:bCs/>
        </w:rPr>
        <w:t>1</w:t>
      </w:r>
      <w:r>
        <w:rPr>
          <w:b/>
          <w:bCs/>
        </w:rPr>
        <w:t>0</w:t>
      </w:r>
      <w:r w:rsidRPr="008C59D1">
        <w:rPr>
          <w:b/>
          <w:bCs/>
        </w:rPr>
        <w:t>.</w:t>
      </w:r>
      <w:r w:rsidRPr="008C59D1">
        <w:t>d</w:t>
      </w:r>
      <w:r>
        <w:t xml:space="preserve">i aver conseguito l’abilitazione/idoneità all’insegnamento relativa alla scuola </w:t>
      </w:r>
      <w:r w:rsidRPr="00525EAF">
        <w:rPr>
          <w:b/>
          <w:bCs/>
        </w:rPr>
        <w:t>I</w:t>
      </w:r>
      <w:r w:rsidRPr="00D9145B">
        <w:rPr>
          <w:b/>
          <w:bCs/>
        </w:rPr>
        <w:t>nfanzia/Primaria</w:t>
      </w:r>
      <w:r>
        <w:rPr>
          <w:b/>
          <w:bCs/>
        </w:rPr>
        <w:t>/Se-</w:t>
      </w:r>
    </w:p>
    <w:p w:rsidR="003C7999" w:rsidRDefault="003C7999" w:rsidP="00295DCC">
      <w:pPr>
        <w:spacing w:after="0" w:line="240" w:lineRule="auto"/>
      </w:pPr>
      <w:r>
        <w:rPr>
          <w:b/>
          <w:bCs/>
        </w:rPr>
        <w:t xml:space="preserve">     </w:t>
      </w:r>
      <w:r w:rsidRPr="000C7907">
        <w:rPr>
          <w:b/>
          <w:bCs/>
        </w:rPr>
        <w:t xml:space="preserve">condaria </w:t>
      </w:r>
      <w:r>
        <w:rPr>
          <w:b/>
          <w:bCs/>
        </w:rPr>
        <w:t xml:space="preserve">di I/II grado </w:t>
      </w:r>
      <w:r w:rsidRPr="00525EAF">
        <w:t>…….</w:t>
      </w:r>
      <w:r>
        <w:t xml:space="preserve">presso l’U.A.T. di …….…a seguito della  partecipazione alla sessione  riservata   </w:t>
      </w:r>
    </w:p>
    <w:p w:rsidR="003C7999" w:rsidRDefault="003C7999" w:rsidP="00295DCC">
      <w:pPr>
        <w:spacing w:after="0" w:line="240" w:lineRule="auto"/>
      </w:pPr>
      <w:r>
        <w:t xml:space="preserve">   indetta ai sensi  dell’ex O.M. 153/199 o ex O.M. 33/2000 o ex O. M. 1/2001 e di essere incluso/a nel </w:t>
      </w:r>
    </w:p>
    <w:p w:rsidR="003C7999" w:rsidRDefault="003C7999" w:rsidP="00295DCC">
      <w:pPr>
        <w:spacing w:after="0" w:line="240" w:lineRule="auto"/>
      </w:pPr>
      <w:r>
        <w:t xml:space="preserve">   relativo elenco  con punti …. e di aver superato la prova     facoltativa di lingua …. nella scuola </w:t>
      </w:r>
      <w:r w:rsidRPr="000C7907">
        <w:rPr>
          <w:b/>
          <w:bCs/>
        </w:rPr>
        <w:t>Primaria</w:t>
      </w:r>
      <w:r>
        <w:t xml:space="preserve">;   </w:t>
      </w:r>
    </w:p>
    <w:p w:rsidR="003C7999" w:rsidRDefault="003C7999" w:rsidP="00295DCC">
      <w:pPr>
        <w:spacing w:after="0" w:line="240" w:lineRule="auto"/>
      </w:pPr>
      <w:r w:rsidRPr="003331C3">
        <w:rPr>
          <w:b/>
          <w:bCs/>
        </w:rPr>
        <w:t xml:space="preserve"> 1</w:t>
      </w:r>
      <w:r>
        <w:rPr>
          <w:b/>
          <w:bCs/>
        </w:rPr>
        <w:t>1</w:t>
      </w:r>
      <w:r>
        <w:t xml:space="preserve">.di essere inserito nella graduatoria di merito  del seguente ulteriore  concorso pubblico per esami e </w:t>
      </w:r>
    </w:p>
    <w:p w:rsidR="003C7999" w:rsidRPr="00074947" w:rsidRDefault="003C7999" w:rsidP="00295DCC">
      <w:pPr>
        <w:spacing w:after="0" w:line="240" w:lineRule="auto"/>
      </w:pPr>
      <w:r>
        <w:t xml:space="preserve">       titoli per l’accesso ai ruoli  di scuola  </w:t>
      </w:r>
      <w:r w:rsidRPr="005A6DF8">
        <w:rPr>
          <w:b/>
          <w:bCs/>
        </w:rPr>
        <w:t>I</w:t>
      </w:r>
      <w:r w:rsidRPr="00D9145B">
        <w:rPr>
          <w:b/>
          <w:bCs/>
        </w:rPr>
        <w:t>nfanzia/Primaria</w:t>
      </w:r>
      <w:r>
        <w:rPr>
          <w:b/>
          <w:bCs/>
        </w:rPr>
        <w:t>/Se</w:t>
      </w:r>
      <w:r w:rsidRPr="000C7907">
        <w:rPr>
          <w:b/>
          <w:bCs/>
        </w:rPr>
        <w:t xml:space="preserve">condaria </w:t>
      </w:r>
      <w:r>
        <w:t>di livello pari o superiore a quello</w:t>
      </w:r>
    </w:p>
    <w:p w:rsidR="003C7999" w:rsidRDefault="003C7999" w:rsidP="00295DCC">
      <w:pPr>
        <w:spacing w:after="0" w:line="240" w:lineRule="auto"/>
      </w:pPr>
      <w:r>
        <w:t xml:space="preserve">      di appartenenza  indetto  con D.M…………., con punti………, per l’insegnamento di ……………………………;</w:t>
      </w:r>
    </w:p>
    <w:p w:rsidR="003C7999" w:rsidRDefault="003C7999" w:rsidP="00295DCC">
      <w:pPr>
        <w:spacing w:after="0" w:line="240" w:lineRule="auto"/>
      </w:pPr>
      <w:r w:rsidRPr="005A6DF8">
        <w:rPr>
          <w:b/>
          <w:bCs/>
        </w:rPr>
        <w:t>1</w:t>
      </w:r>
      <w:r>
        <w:rPr>
          <w:b/>
          <w:bCs/>
        </w:rPr>
        <w:t>2</w:t>
      </w:r>
      <w:r w:rsidRPr="005A6DF8">
        <w:rPr>
          <w:b/>
          <w:bCs/>
        </w:rPr>
        <w:t>.</w:t>
      </w:r>
      <w:r>
        <w:t xml:space="preserve">di essere in possesso  del diploma di Specializzazione/Perfezionamento in …………………. Conseguito in </w:t>
      </w:r>
    </w:p>
    <w:p w:rsidR="003C7999" w:rsidRDefault="003C7999" w:rsidP="00295DCC">
      <w:pPr>
        <w:spacing w:after="0" w:line="240" w:lineRule="auto"/>
      </w:pPr>
      <w:r>
        <w:t xml:space="preserve">     corsi pos-universitari previsti dagli Statuti -D.P.R.162/82,Legge 341/90 - presso l’Università degli Studi </w:t>
      </w:r>
    </w:p>
    <w:p w:rsidR="003C7999" w:rsidRDefault="003C7999" w:rsidP="00295DCC">
      <w:pPr>
        <w:spacing w:after="0" w:line="240" w:lineRule="auto"/>
      </w:pPr>
      <w:r>
        <w:t xml:space="preserve">     di ……………………………………….. Facoltà di ………………………………… in data ………………………………………….;</w:t>
      </w:r>
    </w:p>
    <w:p w:rsidR="003C7999" w:rsidRDefault="003C7999" w:rsidP="00295DCC">
      <w:pPr>
        <w:spacing w:after="0" w:line="240" w:lineRule="auto"/>
      </w:pPr>
      <w:r w:rsidRPr="00656945">
        <w:rPr>
          <w:b/>
          <w:bCs/>
        </w:rPr>
        <w:t>1</w:t>
      </w:r>
      <w:r>
        <w:rPr>
          <w:b/>
          <w:bCs/>
        </w:rPr>
        <w:t>3</w:t>
      </w:r>
      <w:r>
        <w:t xml:space="preserve">.di essere in possesso, oltre al titolo  di studio necessario per l’accesso  al ruolo di appartenenza, di </w:t>
      </w:r>
    </w:p>
    <w:p w:rsidR="003C7999" w:rsidRDefault="003C7999" w:rsidP="00295DCC">
      <w:pPr>
        <w:spacing w:after="0" w:line="240" w:lineRule="auto"/>
      </w:pPr>
      <w:r>
        <w:t xml:space="preserve">    diploma universitario (laurea breve o di primo livello o diploma ISEF) conseguito il ….. ….. presso ……..;  </w:t>
      </w:r>
    </w:p>
    <w:p w:rsidR="003C7999" w:rsidRDefault="003C7999" w:rsidP="00295DCC">
      <w:pPr>
        <w:spacing w:after="0" w:line="240" w:lineRule="auto"/>
      </w:pPr>
      <w:r w:rsidRPr="000E1639">
        <w:rPr>
          <w:b/>
          <w:bCs/>
        </w:rPr>
        <w:t>1</w:t>
      </w:r>
      <w:r>
        <w:rPr>
          <w:b/>
          <w:bCs/>
        </w:rPr>
        <w:t>4</w:t>
      </w:r>
      <w:r>
        <w:t xml:space="preserve">.di  essere in possesso  della Laurea in ………………………conseguita in data ………………….. presso l’Università </w:t>
      </w:r>
    </w:p>
    <w:p w:rsidR="003C7999" w:rsidRDefault="003C7999" w:rsidP="00295DCC">
      <w:pPr>
        <w:spacing w:after="0" w:line="240" w:lineRule="auto"/>
      </w:pPr>
      <w:r>
        <w:t xml:space="preserve">     degli Studi di ………………………………………………………., Facoltà di …………………………………………………;</w:t>
      </w:r>
    </w:p>
    <w:p w:rsidR="003C7999" w:rsidRDefault="003C7999" w:rsidP="00295DCC">
      <w:pPr>
        <w:spacing w:after="0" w:line="240" w:lineRule="auto"/>
      </w:pPr>
      <w:r w:rsidRPr="00443926">
        <w:rPr>
          <w:b/>
          <w:bCs/>
        </w:rPr>
        <w:t>1</w:t>
      </w:r>
      <w:r>
        <w:rPr>
          <w:b/>
          <w:bCs/>
        </w:rPr>
        <w:t>5</w:t>
      </w:r>
      <w:r w:rsidRPr="00443926">
        <w:rPr>
          <w:b/>
          <w:bCs/>
        </w:rPr>
        <w:t>.</w:t>
      </w:r>
      <w:r>
        <w:rPr>
          <w:b/>
          <w:bCs/>
        </w:rPr>
        <w:t xml:space="preserve"> </w:t>
      </w:r>
      <w:r>
        <w:t>di aver frequentato nell’anno acc. ……./……. Presso l’Universitò di ………………………., Facoltà di ……………,</w:t>
      </w:r>
    </w:p>
    <w:p w:rsidR="003C7999" w:rsidRDefault="003C7999" w:rsidP="00295DCC">
      <w:pPr>
        <w:spacing w:after="0" w:line="240" w:lineRule="auto"/>
      </w:pPr>
      <w:r>
        <w:t xml:space="preserve">     il corso annuale di perfezionamento/master in ………………………………., con 1500 ore di impegno, con un   </w:t>
      </w:r>
    </w:p>
    <w:p w:rsidR="003C7999" w:rsidRPr="00443926" w:rsidRDefault="003C7999" w:rsidP="00295DCC">
      <w:pPr>
        <w:spacing w:after="0" w:line="240" w:lineRule="auto"/>
      </w:pPr>
      <w:r>
        <w:t xml:space="preserve">    riconoscimento di 60 CFU e con esame finale sostenuto in data …………….……………..;         </w:t>
      </w:r>
    </w:p>
    <w:p w:rsidR="003C7999" w:rsidRDefault="003C7999" w:rsidP="00295DCC">
      <w:pPr>
        <w:spacing w:after="0" w:line="240" w:lineRule="auto"/>
      </w:pPr>
      <w:r w:rsidRPr="00B61BB3">
        <w:rPr>
          <w:b/>
          <w:bCs/>
        </w:rPr>
        <w:t>1</w:t>
      </w:r>
      <w:r>
        <w:rPr>
          <w:b/>
          <w:bCs/>
        </w:rPr>
        <w:t>6</w:t>
      </w:r>
      <w:r w:rsidRPr="00B61BB3">
        <w:rPr>
          <w:b/>
          <w:bCs/>
        </w:rPr>
        <w:t>.</w:t>
      </w:r>
      <w:r>
        <w:t xml:space="preserve">di essere  in possesso del Diploma Istituto Magistrale/Scuola Magistrale conseguito nell’a.s. …………….… </w:t>
      </w:r>
    </w:p>
    <w:p w:rsidR="003C7999" w:rsidRDefault="003C7999" w:rsidP="00295DCC">
      <w:pPr>
        <w:spacing w:after="0" w:line="240" w:lineRule="auto"/>
      </w:pPr>
      <w:r>
        <w:t xml:space="preserve">    presso………………………………………………………………..……………………. di ………………………………………………………..;</w:t>
      </w:r>
    </w:p>
    <w:p w:rsidR="003C7999" w:rsidRDefault="003C7999" w:rsidP="00295DCC">
      <w:pPr>
        <w:spacing w:after="0" w:line="240" w:lineRule="auto"/>
      </w:pPr>
      <w:r w:rsidRPr="003F51DC">
        <w:rPr>
          <w:b/>
          <w:bCs/>
        </w:rPr>
        <w:t>1</w:t>
      </w:r>
      <w:r>
        <w:rPr>
          <w:b/>
          <w:bCs/>
        </w:rPr>
        <w:t>7</w:t>
      </w:r>
      <w:r>
        <w:t xml:space="preserve">.di aver conseguito in data ………….. il titolo di “Dottorato di ricerca” in …………………….. presso……………….;  </w:t>
      </w:r>
    </w:p>
    <w:p w:rsidR="003C7999" w:rsidRDefault="003C7999" w:rsidP="00295DCC">
      <w:pPr>
        <w:spacing w:after="0" w:line="240" w:lineRule="auto"/>
      </w:pPr>
      <w:r w:rsidRPr="00B96C5A">
        <w:rPr>
          <w:b/>
          <w:bCs/>
        </w:rPr>
        <w:t>1</w:t>
      </w:r>
      <w:r>
        <w:rPr>
          <w:b/>
          <w:bCs/>
        </w:rPr>
        <w:t>8</w:t>
      </w:r>
      <w:r>
        <w:t>.di aver partecipato negli aa.ss. ………………….. al nuovo esame di stato  in qualità di commissario …..……..;</w:t>
      </w:r>
    </w:p>
    <w:p w:rsidR="003C7999" w:rsidRDefault="003C7999" w:rsidP="00295DCC">
      <w:pPr>
        <w:spacing w:after="0" w:line="240" w:lineRule="auto"/>
      </w:pPr>
      <w:r>
        <w:rPr>
          <w:b/>
          <w:bCs/>
        </w:rPr>
        <w:t>19.</w:t>
      </w:r>
      <w:r>
        <w:t>di aver frequentato nell’a.s../.. un corso di aggiornamento di lingua straniera compreso nel piano M.P.I.;</w:t>
      </w:r>
    </w:p>
    <w:p w:rsidR="003C7999" w:rsidRDefault="003C7999" w:rsidP="00295DCC">
      <w:pPr>
        <w:spacing w:after="0" w:line="240" w:lineRule="auto"/>
      </w:pPr>
      <w:r w:rsidRPr="00E772C1">
        <w:rPr>
          <w:b/>
          <w:bCs/>
        </w:rPr>
        <w:t>2</w:t>
      </w:r>
      <w:r>
        <w:rPr>
          <w:b/>
          <w:bCs/>
        </w:rPr>
        <w:t>0</w:t>
      </w:r>
      <w:r w:rsidRPr="00E772C1">
        <w:rPr>
          <w:b/>
          <w:bCs/>
        </w:rPr>
        <w:t>.</w:t>
      </w:r>
      <w:r>
        <w:t>di essere in possesso del Diploma di Specializzazione Polivalente per l’insegnamento su posti di sostegno</w:t>
      </w:r>
    </w:p>
    <w:p w:rsidR="003C7999" w:rsidRDefault="003C7999" w:rsidP="0064558B">
      <w:pPr>
        <w:spacing w:after="0" w:line="240" w:lineRule="auto"/>
      </w:pPr>
      <w:r>
        <w:t xml:space="preserve">     nell’ordine della scuola  </w:t>
      </w:r>
      <w:r w:rsidRPr="009B2288">
        <w:rPr>
          <w:b/>
          <w:bCs/>
        </w:rPr>
        <w:t>Infanzia/Primaria/Secondaria</w:t>
      </w:r>
      <w:r>
        <w:t xml:space="preserve"> conseguito il ………………….presso………………..………;</w:t>
      </w:r>
    </w:p>
    <w:p w:rsidR="003C7999" w:rsidRDefault="003C7999" w:rsidP="0064558B">
      <w:pPr>
        <w:spacing w:after="0" w:line="240" w:lineRule="auto"/>
      </w:pPr>
      <w:r w:rsidRPr="009B2288">
        <w:rPr>
          <w:b/>
          <w:bCs/>
        </w:rPr>
        <w:t>2</w:t>
      </w:r>
      <w:r>
        <w:rPr>
          <w:b/>
          <w:bCs/>
        </w:rPr>
        <w:t>1</w:t>
      </w:r>
      <w:r w:rsidRPr="009B2288">
        <w:rPr>
          <w:b/>
          <w:bCs/>
        </w:rPr>
        <w:t>.</w:t>
      </w:r>
      <w:r>
        <w:t xml:space="preserve">di essere utilizzato nel corrente a.s. </w:t>
      </w:r>
      <w:r w:rsidRPr="00C53D68">
        <w:rPr>
          <w:b/>
          <w:bCs/>
        </w:rPr>
        <w:t>201</w:t>
      </w:r>
      <w:r>
        <w:rPr>
          <w:b/>
          <w:bCs/>
        </w:rPr>
        <w:t>6</w:t>
      </w:r>
      <w:r w:rsidRPr="00C53D68">
        <w:rPr>
          <w:b/>
          <w:bCs/>
        </w:rPr>
        <w:t>/1</w:t>
      </w:r>
      <w:r>
        <w:rPr>
          <w:b/>
          <w:bCs/>
        </w:rPr>
        <w:t>7</w:t>
      </w:r>
      <w:r>
        <w:t xml:space="preserve"> presso ………………………….per l’insegnamento di ………………..;</w:t>
      </w:r>
    </w:p>
    <w:p w:rsidR="003C7999" w:rsidRDefault="003C7999" w:rsidP="0064558B">
      <w:pPr>
        <w:spacing w:after="0" w:line="240" w:lineRule="auto"/>
      </w:pPr>
      <w:r w:rsidRPr="008E36B0">
        <w:rPr>
          <w:b/>
          <w:bCs/>
        </w:rPr>
        <w:t>2</w:t>
      </w:r>
      <w:r>
        <w:rPr>
          <w:b/>
          <w:bCs/>
        </w:rPr>
        <w:t>2</w:t>
      </w:r>
      <w:r w:rsidRPr="008E36B0">
        <w:rPr>
          <w:b/>
          <w:bCs/>
        </w:rPr>
        <w:t xml:space="preserve">. </w:t>
      </w:r>
      <w:r>
        <w:t xml:space="preserve">di aver diritto  a precedenza quale coniuge convivente di personale militare trasferito cui viene  cor- </w:t>
      </w:r>
    </w:p>
    <w:p w:rsidR="003C7999" w:rsidRDefault="003C7999" w:rsidP="0064558B">
      <w:pPr>
        <w:spacing w:after="0" w:line="240" w:lineRule="auto"/>
      </w:pPr>
      <w:r>
        <w:t xml:space="preserve">     risposta indennità di pubblica sicurezza ai sensi della L. 402/87-art.17.L.266/99-art.2  L.86/2001;</w:t>
      </w:r>
    </w:p>
    <w:p w:rsidR="003C7999" w:rsidRDefault="003C7999" w:rsidP="0064558B">
      <w:pPr>
        <w:spacing w:after="0" w:line="240" w:lineRule="auto"/>
      </w:pPr>
      <w:r w:rsidRPr="000A34FB">
        <w:rPr>
          <w:b/>
          <w:bCs/>
        </w:rPr>
        <w:t>2</w:t>
      </w:r>
      <w:r>
        <w:rPr>
          <w:b/>
          <w:bCs/>
        </w:rPr>
        <w:t>3</w:t>
      </w:r>
      <w:r>
        <w:t>.di aver superato il periodo di prova nell’attuale ruolo di appartenenza il …./…/……...</w:t>
      </w:r>
    </w:p>
    <w:p w:rsidR="003C7999" w:rsidRDefault="003C7999" w:rsidP="0064558B">
      <w:pPr>
        <w:spacing w:after="0" w:line="240" w:lineRule="auto"/>
      </w:pPr>
    </w:p>
    <w:p w:rsidR="003C7999" w:rsidRDefault="003C7999" w:rsidP="0064558B">
      <w:pPr>
        <w:spacing w:after="0" w:line="240" w:lineRule="auto"/>
      </w:pPr>
      <w:r>
        <w:t xml:space="preserve">Il/La sottoscritto/a dichiara di essere informato/a, ai sensi e per gli effetti di cui all’art.10 della legge </w:t>
      </w:r>
    </w:p>
    <w:p w:rsidR="003C7999" w:rsidRDefault="003C7999" w:rsidP="0064558B">
      <w:pPr>
        <w:spacing w:after="0" w:line="240" w:lineRule="auto"/>
      </w:pPr>
      <w:r>
        <w:t xml:space="preserve">31/12/96,n°675 e D.L.vo 196/2003 del trattamento dei propri dati, anche con strumenti informatici, per le </w:t>
      </w:r>
    </w:p>
    <w:p w:rsidR="003C7999" w:rsidRDefault="003C7999" w:rsidP="0064558B">
      <w:pPr>
        <w:spacing w:after="0" w:line="240" w:lineRule="auto"/>
      </w:pPr>
      <w:r>
        <w:t>procedure della mobilità.   Dichiara altresì che tutti i documenti allegati alla domanda di mobilità  e trasmessi in formato digitale, sono copie conformi agli originali in suo possesso.</w:t>
      </w:r>
    </w:p>
    <w:p w:rsidR="003C7999" w:rsidRDefault="003C7999" w:rsidP="0064558B">
      <w:pPr>
        <w:spacing w:after="0" w:line="240" w:lineRule="auto"/>
      </w:pPr>
    </w:p>
    <w:p w:rsidR="003C7999" w:rsidRDefault="003C7999" w:rsidP="0064558B">
      <w:pPr>
        <w:spacing w:after="0" w:line="240" w:lineRule="auto"/>
      </w:pPr>
      <w:r>
        <w:t>…………………………………………                                                                        Il/La dichiarante</w:t>
      </w:r>
    </w:p>
    <w:sectPr w:rsidR="003C7999" w:rsidSect="008F1A46">
      <w:headerReference w:type="default" r:id="rId7"/>
      <w:footerReference w:type="default" r:id="rId8"/>
      <w:pgSz w:w="11906" w:h="16838"/>
      <w:pgMar w:top="0" w:right="1134" w:bottom="0" w:left="1134" w:header="708" w:footer="138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999" w:rsidRDefault="003C7999" w:rsidP="00FF757B">
      <w:pPr>
        <w:spacing w:after="0" w:line="240" w:lineRule="auto"/>
      </w:pPr>
      <w:r>
        <w:separator/>
      </w:r>
    </w:p>
  </w:endnote>
  <w:endnote w:type="continuationSeparator" w:id="0">
    <w:p w:rsidR="003C7999" w:rsidRDefault="003C7999" w:rsidP="00FF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999" w:rsidRDefault="003C7999" w:rsidP="00FF757B">
    <w:pPr>
      <w:pStyle w:val="Footer"/>
      <w:jc w:val="right"/>
    </w:pPr>
  </w:p>
  <w:p w:rsidR="003C7999" w:rsidRDefault="003C79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999" w:rsidRDefault="003C7999" w:rsidP="00FF757B">
      <w:pPr>
        <w:spacing w:after="0" w:line="240" w:lineRule="auto"/>
      </w:pPr>
      <w:r>
        <w:separator/>
      </w:r>
    </w:p>
  </w:footnote>
  <w:footnote w:type="continuationSeparator" w:id="0">
    <w:p w:rsidR="003C7999" w:rsidRDefault="003C7999" w:rsidP="00FF7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999" w:rsidRDefault="003C79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516"/>
    <w:multiLevelType w:val="hybridMultilevel"/>
    <w:tmpl w:val="D19E3BEE"/>
    <w:lvl w:ilvl="0" w:tplc="0410000F">
      <w:start w:val="1"/>
      <w:numFmt w:val="decimal"/>
      <w:lvlText w:val="%1."/>
      <w:lvlJc w:val="left"/>
      <w:pPr>
        <w:ind w:left="858" w:hanging="360"/>
      </w:pPr>
    </w:lvl>
    <w:lvl w:ilvl="1" w:tplc="04100019">
      <w:start w:val="1"/>
      <w:numFmt w:val="lowerLetter"/>
      <w:lvlText w:val="%2."/>
      <w:lvlJc w:val="left"/>
      <w:pPr>
        <w:ind w:left="1578" w:hanging="360"/>
      </w:pPr>
    </w:lvl>
    <w:lvl w:ilvl="2" w:tplc="0410001B">
      <w:start w:val="1"/>
      <w:numFmt w:val="lowerRoman"/>
      <w:lvlText w:val="%3."/>
      <w:lvlJc w:val="right"/>
      <w:pPr>
        <w:ind w:left="2298" w:hanging="180"/>
      </w:pPr>
    </w:lvl>
    <w:lvl w:ilvl="3" w:tplc="0410000F">
      <w:start w:val="1"/>
      <w:numFmt w:val="decimal"/>
      <w:lvlText w:val="%4."/>
      <w:lvlJc w:val="left"/>
      <w:pPr>
        <w:ind w:left="3018" w:hanging="360"/>
      </w:pPr>
    </w:lvl>
    <w:lvl w:ilvl="4" w:tplc="04100019">
      <w:start w:val="1"/>
      <w:numFmt w:val="lowerLetter"/>
      <w:lvlText w:val="%5."/>
      <w:lvlJc w:val="left"/>
      <w:pPr>
        <w:ind w:left="3738" w:hanging="360"/>
      </w:pPr>
    </w:lvl>
    <w:lvl w:ilvl="5" w:tplc="0410001B">
      <w:start w:val="1"/>
      <w:numFmt w:val="lowerRoman"/>
      <w:lvlText w:val="%6."/>
      <w:lvlJc w:val="right"/>
      <w:pPr>
        <w:ind w:left="4458" w:hanging="180"/>
      </w:pPr>
    </w:lvl>
    <w:lvl w:ilvl="6" w:tplc="0410000F">
      <w:start w:val="1"/>
      <w:numFmt w:val="decimal"/>
      <w:lvlText w:val="%7."/>
      <w:lvlJc w:val="left"/>
      <w:pPr>
        <w:ind w:left="5178" w:hanging="360"/>
      </w:pPr>
    </w:lvl>
    <w:lvl w:ilvl="7" w:tplc="04100019">
      <w:start w:val="1"/>
      <w:numFmt w:val="lowerLetter"/>
      <w:lvlText w:val="%8."/>
      <w:lvlJc w:val="left"/>
      <w:pPr>
        <w:ind w:left="5898" w:hanging="360"/>
      </w:pPr>
    </w:lvl>
    <w:lvl w:ilvl="8" w:tplc="0410001B">
      <w:start w:val="1"/>
      <w:numFmt w:val="lowerRoman"/>
      <w:lvlText w:val="%9."/>
      <w:lvlJc w:val="right"/>
      <w:pPr>
        <w:ind w:left="6618" w:hanging="180"/>
      </w:pPr>
    </w:lvl>
  </w:abstractNum>
  <w:abstractNum w:abstractNumId="1">
    <w:nsid w:val="092E55A0"/>
    <w:multiLevelType w:val="hybridMultilevel"/>
    <w:tmpl w:val="4E42A2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65E3E"/>
    <w:multiLevelType w:val="hybridMultilevel"/>
    <w:tmpl w:val="5980E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C4F2A"/>
    <w:multiLevelType w:val="hybridMultilevel"/>
    <w:tmpl w:val="7F1CF2DE"/>
    <w:lvl w:ilvl="0" w:tplc="0410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9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1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5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7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18" w:hanging="360"/>
      </w:pPr>
      <w:rPr>
        <w:rFonts w:ascii="Wingdings" w:hAnsi="Wingdings" w:cs="Wingdings" w:hint="default"/>
      </w:rPr>
    </w:lvl>
  </w:abstractNum>
  <w:abstractNum w:abstractNumId="4">
    <w:nsid w:val="6DAD4E5F"/>
    <w:multiLevelType w:val="hybridMultilevel"/>
    <w:tmpl w:val="D2BE6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10D"/>
    <w:rsid w:val="0001154E"/>
    <w:rsid w:val="00074947"/>
    <w:rsid w:val="000A075B"/>
    <w:rsid w:val="000A34FB"/>
    <w:rsid w:val="000B16E6"/>
    <w:rsid w:val="000C7907"/>
    <w:rsid w:val="000E1639"/>
    <w:rsid w:val="00120502"/>
    <w:rsid w:val="001251CC"/>
    <w:rsid w:val="0017559A"/>
    <w:rsid w:val="001A55CF"/>
    <w:rsid w:val="001C1FC9"/>
    <w:rsid w:val="001F495E"/>
    <w:rsid w:val="00205DA4"/>
    <w:rsid w:val="00264083"/>
    <w:rsid w:val="00294086"/>
    <w:rsid w:val="00295DCC"/>
    <w:rsid w:val="002A0DC8"/>
    <w:rsid w:val="002C2A54"/>
    <w:rsid w:val="00317CD7"/>
    <w:rsid w:val="003331C3"/>
    <w:rsid w:val="0033659E"/>
    <w:rsid w:val="00340B6E"/>
    <w:rsid w:val="003A3567"/>
    <w:rsid w:val="003C7999"/>
    <w:rsid w:val="003F0E35"/>
    <w:rsid w:val="003F51DC"/>
    <w:rsid w:val="003F7DE4"/>
    <w:rsid w:val="00443926"/>
    <w:rsid w:val="00477DD2"/>
    <w:rsid w:val="00493A5B"/>
    <w:rsid w:val="00497D90"/>
    <w:rsid w:val="004C3358"/>
    <w:rsid w:val="004C4D5F"/>
    <w:rsid w:val="004D214C"/>
    <w:rsid w:val="004E3F2D"/>
    <w:rsid w:val="00525EAF"/>
    <w:rsid w:val="005301AD"/>
    <w:rsid w:val="005307AE"/>
    <w:rsid w:val="00562D8B"/>
    <w:rsid w:val="00570005"/>
    <w:rsid w:val="00592781"/>
    <w:rsid w:val="005A6DF8"/>
    <w:rsid w:val="00600BAF"/>
    <w:rsid w:val="0064558B"/>
    <w:rsid w:val="00653DE2"/>
    <w:rsid w:val="00656945"/>
    <w:rsid w:val="006D795D"/>
    <w:rsid w:val="006F0554"/>
    <w:rsid w:val="00732661"/>
    <w:rsid w:val="007A010D"/>
    <w:rsid w:val="008157D6"/>
    <w:rsid w:val="00870F69"/>
    <w:rsid w:val="00874C8B"/>
    <w:rsid w:val="008C59D1"/>
    <w:rsid w:val="008E36B0"/>
    <w:rsid w:val="008E3DB6"/>
    <w:rsid w:val="008F1A46"/>
    <w:rsid w:val="00955630"/>
    <w:rsid w:val="00961530"/>
    <w:rsid w:val="009B2288"/>
    <w:rsid w:val="00A16308"/>
    <w:rsid w:val="00A8416A"/>
    <w:rsid w:val="00AB2208"/>
    <w:rsid w:val="00AC62EA"/>
    <w:rsid w:val="00B15A1F"/>
    <w:rsid w:val="00B16BFD"/>
    <w:rsid w:val="00B43E1B"/>
    <w:rsid w:val="00B61BB3"/>
    <w:rsid w:val="00B855B3"/>
    <w:rsid w:val="00B96C5A"/>
    <w:rsid w:val="00BA7552"/>
    <w:rsid w:val="00BC1B89"/>
    <w:rsid w:val="00BC25E2"/>
    <w:rsid w:val="00BE2359"/>
    <w:rsid w:val="00C212A5"/>
    <w:rsid w:val="00C2665D"/>
    <w:rsid w:val="00C31654"/>
    <w:rsid w:val="00C53D68"/>
    <w:rsid w:val="00C62BA9"/>
    <w:rsid w:val="00C6381C"/>
    <w:rsid w:val="00C76B6C"/>
    <w:rsid w:val="00C80A7D"/>
    <w:rsid w:val="00C83D32"/>
    <w:rsid w:val="00C87EB2"/>
    <w:rsid w:val="00D315E6"/>
    <w:rsid w:val="00D65444"/>
    <w:rsid w:val="00D9145B"/>
    <w:rsid w:val="00D930CC"/>
    <w:rsid w:val="00DE1D2A"/>
    <w:rsid w:val="00DE2362"/>
    <w:rsid w:val="00E12176"/>
    <w:rsid w:val="00E772C1"/>
    <w:rsid w:val="00EA41B7"/>
    <w:rsid w:val="00EA46DE"/>
    <w:rsid w:val="00EC3FB7"/>
    <w:rsid w:val="00EF08C6"/>
    <w:rsid w:val="00F00C77"/>
    <w:rsid w:val="00F16E03"/>
    <w:rsid w:val="00F22CE1"/>
    <w:rsid w:val="00F3079F"/>
    <w:rsid w:val="00F43CCC"/>
    <w:rsid w:val="00F91489"/>
    <w:rsid w:val="00F923DD"/>
    <w:rsid w:val="00FF1A2B"/>
    <w:rsid w:val="00FF1B96"/>
    <w:rsid w:val="00FF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1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3DE2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FF7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757B"/>
  </w:style>
  <w:style w:type="paragraph" w:styleId="Footer">
    <w:name w:val="footer"/>
    <w:basedOn w:val="Normal"/>
    <w:link w:val="FooterChar"/>
    <w:uiPriority w:val="99"/>
    <w:rsid w:val="00FF7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F7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953</Words>
  <Characters>5436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Cursio</dc:creator>
  <cp:keywords/>
  <dc:description/>
  <cp:lastModifiedBy>Pc</cp:lastModifiedBy>
  <cp:revision>4</cp:revision>
  <dcterms:created xsi:type="dcterms:W3CDTF">2017-04-19T14:46:00Z</dcterms:created>
  <dcterms:modified xsi:type="dcterms:W3CDTF">2017-04-20T09:50:00Z</dcterms:modified>
</cp:coreProperties>
</file>